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C35B5" w14:textId="77777777" w:rsidR="00441E16" w:rsidRDefault="00441E16" w:rsidP="000537CE">
      <w:pPr>
        <w:spacing w:line="276" w:lineRule="auto"/>
        <w:rPr>
          <w:sz w:val="20"/>
        </w:rPr>
      </w:pPr>
    </w:p>
    <w:p w14:paraId="70522DAE" w14:textId="77777777" w:rsidR="00441E16" w:rsidRDefault="00441E16" w:rsidP="000537CE">
      <w:pPr>
        <w:spacing w:line="276" w:lineRule="auto"/>
        <w:rPr>
          <w:sz w:val="20"/>
        </w:rPr>
      </w:pPr>
    </w:p>
    <w:p w14:paraId="33AE1287" w14:textId="77777777" w:rsidR="00441E16" w:rsidRDefault="00441E16" w:rsidP="000537CE">
      <w:pPr>
        <w:spacing w:line="276" w:lineRule="auto"/>
        <w:rPr>
          <w:sz w:val="20"/>
        </w:rPr>
      </w:pPr>
    </w:p>
    <w:p w14:paraId="09D9C4DA" w14:textId="1BAF6B24" w:rsidR="000B5B7B" w:rsidRPr="00441E16" w:rsidRDefault="000B5B7B" w:rsidP="000537CE">
      <w:pPr>
        <w:spacing w:line="276" w:lineRule="auto"/>
        <w:rPr>
          <w:rFonts w:ascii="Times New Roman" w:hAnsi="Times New Roman"/>
          <w:szCs w:val="24"/>
        </w:rPr>
      </w:pPr>
      <w:r w:rsidRPr="00441E16">
        <w:rPr>
          <w:rFonts w:ascii="Times New Roman" w:hAnsi="Times New Roman"/>
          <w:szCs w:val="24"/>
        </w:rPr>
        <w:t>Transpordiamet</w:t>
      </w:r>
    </w:p>
    <w:p w14:paraId="4B07EF0F" w14:textId="2DF81328" w:rsidR="007B367D" w:rsidRPr="00441E16" w:rsidRDefault="000B5B7B" w:rsidP="000537CE">
      <w:pPr>
        <w:spacing w:line="276" w:lineRule="auto"/>
        <w:rPr>
          <w:rFonts w:ascii="Times New Roman" w:hAnsi="Times New Roman"/>
          <w:szCs w:val="24"/>
        </w:rPr>
      </w:pPr>
      <w:r w:rsidRPr="00441E16">
        <w:rPr>
          <w:rFonts w:ascii="Times New Roman" w:hAnsi="Times New Roman"/>
          <w:szCs w:val="24"/>
          <w:lang w:eastAsia="et-EE"/>
        </w:rPr>
        <w:t>Valge 4, 11413 Tallinn</w:t>
      </w:r>
      <w:r w:rsidR="00B0333B" w:rsidRPr="00441E16">
        <w:rPr>
          <w:rFonts w:ascii="Times New Roman" w:hAnsi="Times New Roman"/>
          <w:szCs w:val="24"/>
        </w:rPr>
        <w:tab/>
      </w:r>
      <w:r w:rsidR="00B0333B" w:rsidRPr="00441E16">
        <w:rPr>
          <w:rFonts w:ascii="Times New Roman" w:hAnsi="Times New Roman"/>
          <w:szCs w:val="24"/>
        </w:rPr>
        <w:tab/>
      </w:r>
      <w:r w:rsidR="00B0333B" w:rsidRPr="00441E16">
        <w:rPr>
          <w:rFonts w:ascii="Times New Roman" w:hAnsi="Times New Roman"/>
          <w:szCs w:val="24"/>
        </w:rPr>
        <w:tab/>
      </w:r>
      <w:r w:rsidR="00B0333B" w:rsidRPr="00441E16">
        <w:rPr>
          <w:rFonts w:ascii="Times New Roman" w:hAnsi="Times New Roman"/>
          <w:szCs w:val="24"/>
        </w:rPr>
        <w:tab/>
        <w:t xml:space="preserve">               </w:t>
      </w:r>
      <w:r w:rsidR="00B0333B" w:rsidRPr="00441E16">
        <w:rPr>
          <w:rFonts w:ascii="Times New Roman" w:hAnsi="Times New Roman"/>
          <w:szCs w:val="24"/>
        </w:rPr>
        <w:tab/>
      </w:r>
      <w:r w:rsidR="00515DF5" w:rsidRPr="00441E16">
        <w:rPr>
          <w:rFonts w:ascii="Times New Roman" w:hAnsi="Times New Roman"/>
          <w:szCs w:val="24"/>
        </w:rPr>
        <w:tab/>
      </w:r>
    </w:p>
    <w:p w14:paraId="0A6AF582" w14:textId="77777777" w:rsidR="007B367D" w:rsidRPr="00441E16" w:rsidRDefault="007B367D" w:rsidP="000537CE">
      <w:pPr>
        <w:spacing w:line="276" w:lineRule="auto"/>
        <w:jc w:val="both"/>
        <w:rPr>
          <w:rFonts w:ascii="Times New Roman" w:hAnsi="Times New Roman"/>
          <w:szCs w:val="24"/>
        </w:rPr>
      </w:pPr>
    </w:p>
    <w:p w14:paraId="55B0DEDE" w14:textId="757BA411" w:rsidR="00E46D33" w:rsidRPr="00441E16" w:rsidRDefault="000B5B7B" w:rsidP="000537CE">
      <w:pPr>
        <w:spacing w:line="276" w:lineRule="auto"/>
        <w:jc w:val="right"/>
        <w:rPr>
          <w:rFonts w:ascii="Times New Roman" w:hAnsi="Times New Roman"/>
          <w:bCs/>
          <w:szCs w:val="24"/>
        </w:rPr>
      </w:pPr>
      <w:r w:rsidRPr="00441E16">
        <w:rPr>
          <w:rFonts w:ascii="Times New Roman" w:hAnsi="Times New Roman"/>
          <w:bCs/>
          <w:szCs w:val="24"/>
        </w:rPr>
        <w:t>1</w:t>
      </w:r>
      <w:r w:rsidR="003D3F9D" w:rsidRPr="00441E16">
        <w:rPr>
          <w:rFonts w:ascii="Times New Roman" w:hAnsi="Times New Roman"/>
          <w:bCs/>
          <w:szCs w:val="24"/>
        </w:rPr>
        <w:t>5</w:t>
      </w:r>
      <w:r w:rsidRPr="00441E16">
        <w:rPr>
          <w:rFonts w:ascii="Times New Roman" w:hAnsi="Times New Roman"/>
          <w:bCs/>
          <w:szCs w:val="24"/>
        </w:rPr>
        <w:t>.03.2024</w:t>
      </w:r>
    </w:p>
    <w:p w14:paraId="69C84B44" w14:textId="77777777" w:rsidR="000B5B7B" w:rsidRPr="00441E16" w:rsidRDefault="000B5B7B" w:rsidP="000537CE">
      <w:pPr>
        <w:spacing w:line="276" w:lineRule="auto"/>
        <w:jc w:val="both"/>
        <w:rPr>
          <w:rFonts w:ascii="Times New Roman" w:hAnsi="Times New Roman"/>
          <w:szCs w:val="24"/>
        </w:rPr>
      </w:pPr>
    </w:p>
    <w:p w14:paraId="5D50294D" w14:textId="77777777" w:rsidR="000537CE" w:rsidRPr="00441E16" w:rsidRDefault="000537CE" w:rsidP="000537CE">
      <w:pPr>
        <w:spacing w:line="276" w:lineRule="auto"/>
        <w:jc w:val="both"/>
        <w:rPr>
          <w:rFonts w:ascii="Times New Roman" w:hAnsi="Times New Roman"/>
          <w:szCs w:val="24"/>
        </w:rPr>
      </w:pPr>
    </w:p>
    <w:p w14:paraId="7852847A" w14:textId="77777777" w:rsidR="000537CE" w:rsidRPr="00441E16" w:rsidRDefault="000537CE" w:rsidP="000537CE">
      <w:pPr>
        <w:spacing w:line="276" w:lineRule="auto"/>
        <w:jc w:val="both"/>
        <w:rPr>
          <w:rFonts w:ascii="Times New Roman" w:hAnsi="Times New Roman"/>
          <w:szCs w:val="24"/>
        </w:rPr>
      </w:pPr>
    </w:p>
    <w:p w14:paraId="641092A6" w14:textId="14FE3C0D" w:rsidR="004678C4" w:rsidRPr="00441E16" w:rsidRDefault="004678C4" w:rsidP="000537CE">
      <w:pPr>
        <w:spacing w:line="276" w:lineRule="auto"/>
        <w:jc w:val="both"/>
        <w:rPr>
          <w:rFonts w:ascii="Times New Roman" w:hAnsi="Times New Roman"/>
          <w:szCs w:val="24"/>
        </w:rPr>
      </w:pPr>
      <w:r w:rsidRPr="00441E16">
        <w:rPr>
          <w:rFonts w:ascii="Times New Roman" w:hAnsi="Times New Roman"/>
          <w:szCs w:val="24"/>
        </w:rPr>
        <w:t xml:space="preserve">Projekt: Roosna-Alliku aleviku Saare tänavale veevarustuse torustiku rajamine, OÜ </w:t>
      </w:r>
      <w:proofErr w:type="spellStart"/>
      <w:r w:rsidRPr="00441E16">
        <w:rPr>
          <w:rFonts w:ascii="Times New Roman" w:hAnsi="Times New Roman"/>
          <w:szCs w:val="24"/>
        </w:rPr>
        <w:t>Heka</w:t>
      </w:r>
      <w:proofErr w:type="spellEnd"/>
      <w:r w:rsidRPr="00441E16">
        <w:rPr>
          <w:rFonts w:ascii="Times New Roman" w:hAnsi="Times New Roman"/>
          <w:szCs w:val="24"/>
        </w:rPr>
        <w:t xml:space="preserve"> Projekt töö nr 23-129</w:t>
      </w:r>
    </w:p>
    <w:p w14:paraId="03D2745C" w14:textId="77777777" w:rsidR="004678C4" w:rsidRPr="00441E16" w:rsidRDefault="004678C4" w:rsidP="000537CE">
      <w:pPr>
        <w:spacing w:line="276" w:lineRule="auto"/>
        <w:jc w:val="both"/>
        <w:rPr>
          <w:rFonts w:ascii="Times New Roman" w:hAnsi="Times New Roman"/>
          <w:szCs w:val="24"/>
        </w:rPr>
      </w:pPr>
    </w:p>
    <w:p w14:paraId="6F0B0651" w14:textId="77777777" w:rsidR="000537CE" w:rsidRPr="00441E16" w:rsidRDefault="000537CE" w:rsidP="000537CE">
      <w:pPr>
        <w:spacing w:line="276" w:lineRule="auto"/>
        <w:jc w:val="both"/>
        <w:rPr>
          <w:rFonts w:ascii="Times New Roman" w:hAnsi="Times New Roman"/>
          <w:szCs w:val="24"/>
        </w:rPr>
      </w:pPr>
    </w:p>
    <w:p w14:paraId="618631FC" w14:textId="0D71A699" w:rsidR="007B367D" w:rsidRPr="00441E16" w:rsidRDefault="003D3F9D" w:rsidP="000537CE">
      <w:pPr>
        <w:spacing w:after="240" w:line="276" w:lineRule="auto"/>
        <w:jc w:val="both"/>
        <w:rPr>
          <w:rFonts w:ascii="Times New Roman" w:hAnsi="Times New Roman"/>
          <w:szCs w:val="24"/>
        </w:rPr>
      </w:pPr>
      <w:r w:rsidRPr="00441E16">
        <w:rPr>
          <w:rFonts w:ascii="Times New Roman" w:hAnsi="Times New Roman"/>
          <w:b/>
          <w:bCs/>
          <w:szCs w:val="24"/>
        </w:rPr>
        <w:t>Trassivaldaja garantii</w:t>
      </w:r>
      <w:r w:rsidR="000B5B7B" w:rsidRPr="00441E16">
        <w:rPr>
          <w:rFonts w:ascii="Times New Roman" w:hAnsi="Times New Roman"/>
          <w:b/>
          <w:bCs/>
          <w:szCs w:val="24"/>
        </w:rPr>
        <w:t>kiri projektile „Roosna-Alliku aleviku Saare tänavale veevarustuse torustiku rajamine“</w:t>
      </w:r>
    </w:p>
    <w:p w14:paraId="254DF734" w14:textId="1D203759" w:rsidR="004678C4" w:rsidRPr="00441E16" w:rsidRDefault="004678C4" w:rsidP="000537CE">
      <w:pPr>
        <w:spacing w:after="240" w:line="276" w:lineRule="auto"/>
        <w:jc w:val="both"/>
        <w:rPr>
          <w:rFonts w:ascii="Times New Roman" w:hAnsi="Times New Roman"/>
          <w:szCs w:val="24"/>
        </w:rPr>
      </w:pPr>
      <w:r w:rsidRPr="00441E16">
        <w:rPr>
          <w:rFonts w:ascii="Times New Roman" w:hAnsi="Times New Roman"/>
          <w:szCs w:val="24"/>
        </w:rPr>
        <w:t>Käesolevaga esitab AS Paide Vesi projekti</w:t>
      </w:r>
      <w:r w:rsidR="006F09B8" w:rsidRPr="00441E16">
        <w:rPr>
          <w:rFonts w:ascii="Times New Roman" w:hAnsi="Times New Roman"/>
          <w:szCs w:val="24"/>
        </w:rPr>
        <w:t>le</w:t>
      </w:r>
      <w:r w:rsidRPr="00441E16">
        <w:rPr>
          <w:rFonts w:ascii="Times New Roman" w:hAnsi="Times New Roman"/>
          <w:szCs w:val="24"/>
        </w:rPr>
        <w:t xml:space="preserve"> „Roosna-Alliku aleviku Saare tänavale veevarustuse torustiku rajamine“ OÜ </w:t>
      </w:r>
      <w:proofErr w:type="spellStart"/>
      <w:r w:rsidRPr="00441E16">
        <w:rPr>
          <w:rFonts w:ascii="Times New Roman" w:hAnsi="Times New Roman"/>
          <w:szCs w:val="24"/>
        </w:rPr>
        <w:t>Heka</w:t>
      </w:r>
      <w:proofErr w:type="spellEnd"/>
      <w:r w:rsidRPr="00441E16">
        <w:rPr>
          <w:rFonts w:ascii="Times New Roman" w:hAnsi="Times New Roman"/>
          <w:szCs w:val="24"/>
        </w:rPr>
        <w:t xml:space="preserve"> </w:t>
      </w:r>
      <w:r w:rsidR="006F09B8" w:rsidRPr="00441E16">
        <w:rPr>
          <w:rFonts w:ascii="Times New Roman" w:hAnsi="Times New Roman"/>
          <w:szCs w:val="24"/>
        </w:rPr>
        <w:t>Projekt töö nr 23-129</w:t>
      </w:r>
      <w:r w:rsidR="00F2429B" w:rsidRPr="00441E16">
        <w:rPr>
          <w:rFonts w:ascii="Times New Roman" w:hAnsi="Times New Roman"/>
          <w:szCs w:val="24"/>
        </w:rPr>
        <w:t xml:space="preserve"> (edaspidi Projekt) trassivaldaja garantiikirja</w:t>
      </w:r>
      <w:r w:rsidR="0018179D" w:rsidRPr="00441E16">
        <w:rPr>
          <w:rFonts w:ascii="Times New Roman" w:hAnsi="Times New Roman"/>
          <w:szCs w:val="24"/>
        </w:rPr>
        <w:t>.</w:t>
      </w:r>
    </w:p>
    <w:p w14:paraId="6094A370" w14:textId="77777777" w:rsidR="006036B5" w:rsidRPr="00441E16" w:rsidRDefault="006036B5" w:rsidP="006036B5">
      <w:pPr>
        <w:spacing w:after="240" w:line="276" w:lineRule="auto"/>
        <w:jc w:val="both"/>
        <w:rPr>
          <w:rFonts w:ascii="Times New Roman" w:hAnsi="Times New Roman"/>
          <w:szCs w:val="24"/>
        </w:rPr>
      </w:pPr>
      <w:r w:rsidRPr="00441E16">
        <w:rPr>
          <w:rFonts w:ascii="Times New Roman" w:hAnsi="Times New Roman"/>
          <w:szCs w:val="24"/>
        </w:rPr>
        <w:t>AS Paide Vesi tagab Projekti raames ehitatava veetorustiku omanikuna teekonstruktsioonide taastamist nõudvate ning teekonstruktsioone ohustavate ehitustööde tegemisel transpordiametile  teekonstruktsioonidele tekkinud võimalike kahjustuste likvideerimise oma kuludega 5 aastase garantiiperioodi vältel.</w:t>
      </w:r>
    </w:p>
    <w:p w14:paraId="3F3A7AB2" w14:textId="7762049E" w:rsidR="003D3F9D" w:rsidRPr="00441E16" w:rsidRDefault="0018179D" w:rsidP="000537CE">
      <w:pPr>
        <w:spacing w:after="240" w:line="276" w:lineRule="auto"/>
        <w:jc w:val="both"/>
        <w:rPr>
          <w:rFonts w:ascii="Times New Roman" w:hAnsi="Times New Roman"/>
          <w:szCs w:val="24"/>
        </w:rPr>
      </w:pPr>
      <w:r w:rsidRPr="00441E16">
        <w:rPr>
          <w:rFonts w:ascii="Times New Roman" w:hAnsi="Times New Roman"/>
          <w:szCs w:val="24"/>
        </w:rPr>
        <w:t>Projekti raames transpordiameti</w:t>
      </w:r>
      <w:r w:rsidR="00912B6F" w:rsidRPr="00441E16">
        <w:rPr>
          <w:rFonts w:ascii="Times New Roman" w:hAnsi="Times New Roman"/>
          <w:szCs w:val="24"/>
        </w:rPr>
        <w:t xml:space="preserve"> mõjualas olevate</w:t>
      </w:r>
      <w:r w:rsidRPr="00441E16">
        <w:rPr>
          <w:rFonts w:ascii="Times New Roman" w:hAnsi="Times New Roman"/>
          <w:szCs w:val="24"/>
        </w:rPr>
        <w:t xml:space="preserve"> t</w:t>
      </w:r>
      <w:r w:rsidR="003D3F9D" w:rsidRPr="00441E16">
        <w:rPr>
          <w:rFonts w:ascii="Times New Roman" w:hAnsi="Times New Roman"/>
          <w:szCs w:val="24"/>
        </w:rPr>
        <w:t>eede</w:t>
      </w:r>
      <w:r w:rsidR="00441E16">
        <w:rPr>
          <w:rFonts w:ascii="Times New Roman" w:hAnsi="Times New Roman"/>
          <w:szCs w:val="24"/>
        </w:rPr>
        <w:t xml:space="preserve"> </w:t>
      </w:r>
      <w:r w:rsidR="003D3F9D" w:rsidRPr="00441E16">
        <w:rPr>
          <w:rFonts w:ascii="Times New Roman" w:hAnsi="Times New Roman"/>
          <w:szCs w:val="24"/>
        </w:rPr>
        <w:t>ehituslike taastamistö</w:t>
      </w:r>
      <w:r w:rsidR="002F64B4" w:rsidRPr="00441E16">
        <w:rPr>
          <w:rFonts w:ascii="Times New Roman" w:hAnsi="Times New Roman"/>
          <w:szCs w:val="24"/>
        </w:rPr>
        <w:t>öde</w:t>
      </w:r>
      <w:r w:rsidR="003D3F9D" w:rsidRPr="00441E16">
        <w:rPr>
          <w:rFonts w:ascii="Times New Roman" w:hAnsi="Times New Roman"/>
          <w:szCs w:val="24"/>
        </w:rPr>
        <w:t xml:space="preserve"> tegemiseks sõlmitakse leping, milles sätestatakse eelkõige tehnilised nõuded, tähtajad ja vastutus. Taastamine toimub tehnovõrgu omaniku kulul ja organiseerimisel. Kui püsikatet ei saa ilmastikuolude tõttu paigaldada, tuleb lepingus käsitleda ka ajutiste katete paigaldamist</w:t>
      </w:r>
      <w:r w:rsidR="00545FCF" w:rsidRPr="00441E16">
        <w:rPr>
          <w:rFonts w:ascii="Times New Roman" w:hAnsi="Times New Roman"/>
          <w:szCs w:val="24"/>
        </w:rPr>
        <w:t>.</w:t>
      </w:r>
    </w:p>
    <w:p w14:paraId="07E02C2B" w14:textId="77777777" w:rsidR="003D3F9D" w:rsidRPr="00441E16" w:rsidRDefault="003D3F9D" w:rsidP="000537CE">
      <w:pPr>
        <w:spacing w:line="276" w:lineRule="auto"/>
        <w:jc w:val="both"/>
        <w:rPr>
          <w:rFonts w:ascii="Times New Roman" w:hAnsi="Times New Roman"/>
          <w:bCs/>
          <w:szCs w:val="24"/>
        </w:rPr>
      </w:pPr>
    </w:p>
    <w:p w14:paraId="23E8FE5B" w14:textId="77777777" w:rsidR="001A2503" w:rsidRPr="00441E16" w:rsidRDefault="001A2503" w:rsidP="000537CE">
      <w:pPr>
        <w:spacing w:line="276" w:lineRule="auto"/>
        <w:jc w:val="both"/>
        <w:rPr>
          <w:rFonts w:ascii="Times New Roman" w:hAnsi="Times New Roman"/>
          <w:szCs w:val="24"/>
        </w:rPr>
      </w:pPr>
    </w:p>
    <w:p w14:paraId="3C72AC1F" w14:textId="77777777" w:rsidR="007B367D" w:rsidRPr="00441E16" w:rsidRDefault="00E142CD" w:rsidP="000537CE">
      <w:pPr>
        <w:spacing w:line="276" w:lineRule="auto"/>
        <w:jc w:val="both"/>
        <w:rPr>
          <w:rFonts w:ascii="Times New Roman" w:hAnsi="Times New Roman"/>
          <w:szCs w:val="24"/>
        </w:rPr>
      </w:pPr>
      <w:r w:rsidRPr="00441E16">
        <w:rPr>
          <w:rFonts w:ascii="Times New Roman" w:hAnsi="Times New Roman"/>
          <w:szCs w:val="24"/>
        </w:rPr>
        <w:t>Lugupidamisega</w:t>
      </w:r>
    </w:p>
    <w:p w14:paraId="1641EA8B" w14:textId="77777777" w:rsidR="007B367D" w:rsidRPr="00441E16" w:rsidRDefault="007B367D" w:rsidP="000537CE">
      <w:pPr>
        <w:spacing w:line="276" w:lineRule="auto"/>
        <w:jc w:val="both"/>
        <w:rPr>
          <w:rFonts w:ascii="Times New Roman" w:hAnsi="Times New Roman"/>
          <w:szCs w:val="24"/>
        </w:rPr>
      </w:pPr>
    </w:p>
    <w:p w14:paraId="79CFA2B2" w14:textId="77777777" w:rsidR="007B367D" w:rsidRPr="00441E16" w:rsidRDefault="00991970" w:rsidP="000537CE">
      <w:pPr>
        <w:spacing w:line="276" w:lineRule="auto"/>
        <w:jc w:val="both"/>
        <w:rPr>
          <w:rFonts w:ascii="Times New Roman" w:hAnsi="Times New Roman"/>
          <w:szCs w:val="24"/>
        </w:rPr>
      </w:pPr>
      <w:r w:rsidRPr="00441E16">
        <w:rPr>
          <w:rFonts w:ascii="Times New Roman" w:hAnsi="Times New Roman"/>
          <w:szCs w:val="24"/>
        </w:rPr>
        <w:t>Tarmo Vaher</w:t>
      </w:r>
    </w:p>
    <w:p w14:paraId="2DA17C74" w14:textId="77777777" w:rsidR="007B367D" w:rsidRPr="00441E16" w:rsidRDefault="008A1912" w:rsidP="000537CE">
      <w:pPr>
        <w:spacing w:line="276" w:lineRule="auto"/>
        <w:jc w:val="both"/>
        <w:rPr>
          <w:rFonts w:ascii="Times New Roman" w:hAnsi="Times New Roman"/>
          <w:szCs w:val="24"/>
        </w:rPr>
      </w:pPr>
      <w:r w:rsidRPr="00441E16">
        <w:rPr>
          <w:rFonts w:ascii="Times New Roman" w:hAnsi="Times New Roman"/>
          <w:szCs w:val="24"/>
        </w:rPr>
        <w:t xml:space="preserve">AS Paide Vesi </w:t>
      </w:r>
    </w:p>
    <w:p w14:paraId="2730364C" w14:textId="77777777" w:rsidR="008A1912" w:rsidRPr="00441E16" w:rsidRDefault="008A1912" w:rsidP="000537CE">
      <w:pPr>
        <w:spacing w:line="276" w:lineRule="auto"/>
        <w:jc w:val="both"/>
        <w:rPr>
          <w:rFonts w:ascii="Times New Roman" w:hAnsi="Times New Roman"/>
          <w:szCs w:val="24"/>
        </w:rPr>
      </w:pPr>
      <w:r w:rsidRPr="00441E16">
        <w:rPr>
          <w:rFonts w:ascii="Times New Roman" w:hAnsi="Times New Roman"/>
          <w:szCs w:val="24"/>
        </w:rPr>
        <w:t>Juhatuse liige</w:t>
      </w:r>
    </w:p>
    <w:p w14:paraId="323CC1C1" w14:textId="77777777" w:rsidR="00991970" w:rsidRPr="00441E16" w:rsidRDefault="00991970" w:rsidP="00FF1E7E">
      <w:pPr>
        <w:spacing w:line="276" w:lineRule="auto"/>
        <w:jc w:val="both"/>
        <w:rPr>
          <w:rFonts w:ascii="Times New Roman" w:hAnsi="Times New Roman"/>
          <w:szCs w:val="24"/>
        </w:rPr>
      </w:pPr>
    </w:p>
    <w:sectPr w:rsidR="00991970" w:rsidRPr="00441E16" w:rsidSect="00F901DA">
      <w:headerReference w:type="default" r:id="rId7"/>
      <w:footerReference w:type="default" r:id="rId8"/>
      <w:headerReference w:type="first" r:id="rId9"/>
      <w:footerReference w:type="first" r:id="rId10"/>
      <w:pgSz w:w="11906" w:h="16838"/>
      <w:pgMar w:top="1440" w:right="991" w:bottom="1440" w:left="1800" w:header="708" w:footer="135"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2114B" w14:textId="77777777" w:rsidR="00F901DA" w:rsidRDefault="00F901DA">
      <w:r>
        <w:separator/>
      </w:r>
    </w:p>
  </w:endnote>
  <w:endnote w:type="continuationSeparator" w:id="0">
    <w:p w14:paraId="58C5AD65" w14:textId="77777777" w:rsidR="00F901DA" w:rsidRDefault="00F90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39EE" w14:textId="77777777" w:rsidR="00AC5D1A" w:rsidRDefault="00C27681">
    <w:pPr>
      <w:pStyle w:val="Jalus"/>
    </w:pPr>
    <w:r>
      <w:rPr>
        <w:noProof/>
        <w:lang w:eastAsia="et-EE"/>
      </w:rPr>
      <mc:AlternateContent>
        <mc:Choice Requires="wps">
          <w:drawing>
            <wp:anchor distT="0" distB="0" distL="114300" distR="114300" simplePos="0" relativeHeight="251657216" behindDoc="0" locked="0" layoutInCell="0" allowOverlap="1" wp14:anchorId="6FC78D73" wp14:editId="558A58BB">
              <wp:simplePos x="0" y="0"/>
              <wp:positionH relativeFrom="column">
                <wp:posOffset>-62865</wp:posOffset>
              </wp:positionH>
              <wp:positionV relativeFrom="paragraph">
                <wp:posOffset>67945</wp:posOffset>
              </wp:positionV>
              <wp:extent cx="5715000" cy="0"/>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8ABB95" id="Line 1"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35pt" to="445.0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" o:allowincell="f">
              <v:stroke startarrowwidth="narrow" startarrowlength="short" endarrowwidth="narrow" endarrowlength="short"/>
            </v:line>
          </w:pict>
        </mc:Fallback>
      </mc:AlternateContent>
    </w:r>
  </w:p>
  <w:p w14:paraId="08732C57" w14:textId="77777777" w:rsidR="00AC5D1A" w:rsidRDefault="00AC5D1A">
    <w:pPr>
      <w:pStyle w:val="Jalus"/>
      <w:tabs>
        <w:tab w:val="clear" w:pos="4153"/>
        <w:tab w:val="clear" w:pos="8306"/>
        <w:tab w:val="right" w:pos="4962"/>
        <w:tab w:val="right" w:pos="8789"/>
      </w:tabs>
      <w:rPr>
        <w:sz w:val="18"/>
      </w:rPr>
    </w:pPr>
    <w:r>
      <w:rPr>
        <w:sz w:val="18"/>
      </w:rPr>
      <w:t>Kaevu 4</w:t>
    </w:r>
    <w:r>
      <w:rPr>
        <w:sz w:val="18"/>
      </w:rPr>
      <w:tab/>
      <w:t>tel  3849030</w:t>
    </w:r>
    <w:r>
      <w:rPr>
        <w:sz w:val="18"/>
      </w:rPr>
      <w:tab/>
      <w:t>EV reg.nr. 10464290</w:t>
    </w:r>
  </w:p>
  <w:p w14:paraId="4578C705" w14:textId="77777777" w:rsidR="00AC5D1A" w:rsidRDefault="00AC5D1A">
    <w:pPr>
      <w:pStyle w:val="Jalus"/>
      <w:tabs>
        <w:tab w:val="clear" w:pos="4153"/>
        <w:tab w:val="clear" w:pos="8306"/>
        <w:tab w:val="right" w:pos="4962"/>
        <w:tab w:val="right" w:pos="8789"/>
      </w:tabs>
      <w:rPr>
        <w:sz w:val="18"/>
      </w:rPr>
    </w:pPr>
    <w:r>
      <w:rPr>
        <w:sz w:val="18"/>
      </w:rPr>
      <w:t>72713 PAIDE</w:t>
    </w:r>
    <w:r>
      <w:rPr>
        <w:sz w:val="18"/>
      </w:rPr>
      <w:tab/>
      <w:t>faks  3849039</w:t>
    </w:r>
    <w:r>
      <w:rPr>
        <w:sz w:val="18"/>
      </w:rPr>
      <w:tab/>
      <w:t>E-post : paide.vesi@paide.ee</w:t>
    </w:r>
  </w:p>
  <w:p w14:paraId="4577D43F" w14:textId="77777777" w:rsidR="00AC5D1A" w:rsidRDefault="00AC5D1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DA7E5" w14:textId="77777777" w:rsidR="00AC5D1A" w:rsidRDefault="00C27681" w:rsidP="00FB15F6">
    <w:pPr>
      <w:pStyle w:val="Jalus"/>
    </w:pPr>
    <w:r>
      <w:rPr>
        <w:noProof/>
        <w:lang w:eastAsia="et-EE"/>
      </w:rPr>
      <mc:AlternateContent>
        <mc:Choice Requires="wps">
          <w:drawing>
            <wp:anchor distT="0" distB="0" distL="114300" distR="114300" simplePos="0" relativeHeight="251658240" behindDoc="0" locked="0" layoutInCell="0" allowOverlap="1" wp14:anchorId="5D5153D7" wp14:editId="140A42EA">
              <wp:simplePos x="0" y="0"/>
              <wp:positionH relativeFrom="column">
                <wp:posOffset>-62865</wp:posOffset>
              </wp:positionH>
              <wp:positionV relativeFrom="paragraph">
                <wp:posOffset>67945</wp:posOffset>
              </wp:positionV>
              <wp:extent cx="57150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52C0CB"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35pt" to="445.0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" o:allowincell="f">
              <v:stroke startarrowwidth="narrow" startarrowlength="short" endarrowwidth="narrow" endarrowlength="short"/>
            </v:line>
          </w:pict>
        </mc:Fallback>
      </mc:AlternateContent>
    </w:r>
  </w:p>
  <w:p w14:paraId="2D1EE4B8" w14:textId="77777777" w:rsidR="00AC5D1A" w:rsidRDefault="00AC5D1A" w:rsidP="00FB15F6">
    <w:pPr>
      <w:pStyle w:val="Jalus"/>
      <w:tabs>
        <w:tab w:val="clear" w:pos="4153"/>
        <w:tab w:val="clear" w:pos="8306"/>
        <w:tab w:val="right" w:pos="4962"/>
        <w:tab w:val="right" w:pos="8789"/>
      </w:tabs>
      <w:rPr>
        <w:sz w:val="18"/>
      </w:rPr>
    </w:pPr>
    <w:r>
      <w:rPr>
        <w:sz w:val="18"/>
      </w:rPr>
      <w:t>Kaevu 4</w:t>
    </w:r>
    <w:r>
      <w:rPr>
        <w:sz w:val="18"/>
      </w:rPr>
      <w:tab/>
      <w:t>tel  3849030</w:t>
    </w:r>
    <w:r>
      <w:rPr>
        <w:sz w:val="18"/>
      </w:rPr>
      <w:tab/>
      <w:t>EV reg.nr. 10464290</w:t>
    </w:r>
  </w:p>
  <w:p w14:paraId="1539293C" w14:textId="77777777" w:rsidR="00AC5D1A" w:rsidRDefault="00AC5D1A" w:rsidP="00FB15F6">
    <w:pPr>
      <w:pStyle w:val="Jalus"/>
      <w:tabs>
        <w:tab w:val="clear" w:pos="4153"/>
        <w:tab w:val="clear" w:pos="8306"/>
        <w:tab w:val="right" w:pos="4962"/>
        <w:tab w:val="right" w:pos="8789"/>
      </w:tabs>
      <w:rPr>
        <w:sz w:val="18"/>
      </w:rPr>
    </w:pPr>
    <w:r>
      <w:rPr>
        <w:sz w:val="18"/>
      </w:rPr>
      <w:t>72713 PAIDE</w:t>
    </w:r>
    <w:r>
      <w:rPr>
        <w:sz w:val="18"/>
      </w:rPr>
      <w:tab/>
      <w:t>faks  3849039</w:t>
    </w:r>
    <w:r>
      <w:rPr>
        <w:sz w:val="18"/>
      </w:rPr>
      <w:tab/>
      <w:t>E-post : paide.vesi@paide.ee</w:t>
    </w:r>
  </w:p>
  <w:p w14:paraId="4CEF93B9" w14:textId="77777777" w:rsidR="00AC5D1A" w:rsidRDefault="00AC5D1A" w:rsidP="00FB15F6">
    <w:pPr>
      <w:pStyle w:val="Jalus"/>
    </w:pPr>
  </w:p>
  <w:p w14:paraId="1E031180" w14:textId="77777777" w:rsidR="00AC5D1A" w:rsidRDefault="00AC5D1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ED213" w14:textId="77777777" w:rsidR="00F901DA" w:rsidRDefault="00F901DA">
      <w:r>
        <w:separator/>
      </w:r>
    </w:p>
  </w:footnote>
  <w:footnote w:type="continuationSeparator" w:id="0">
    <w:p w14:paraId="19901D68" w14:textId="77777777" w:rsidR="00F901DA" w:rsidRDefault="00F90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DE688" w14:textId="77777777" w:rsidR="00AC5D1A" w:rsidRDefault="00AC5D1A">
    <w:pPr>
      <w:pStyle w:val="Pis"/>
      <w:spacing w:line="360" w:lineRule="auto"/>
      <w:jc w:val="center"/>
    </w:pPr>
  </w:p>
  <w:p w14:paraId="77F1C14D" w14:textId="77777777" w:rsidR="00AC5D1A" w:rsidRDefault="00AC5D1A">
    <w:pPr>
      <w:pStyle w:val="Pi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86B9" w14:textId="77777777" w:rsidR="00AC5D1A" w:rsidRDefault="00C27681" w:rsidP="0097146B">
    <w:pPr>
      <w:pStyle w:val="Pis"/>
      <w:spacing w:line="360" w:lineRule="auto"/>
      <w:jc w:val="center"/>
    </w:pPr>
    <w:r>
      <w:rPr>
        <w:noProof/>
        <w:lang w:eastAsia="et-EE"/>
      </w:rPr>
      <w:drawing>
        <wp:inline distT="0" distB="0" distL="0" distR="0" wp14:anchorId="377AE3C3" wp14:editId="008083EA">
          <wp:extent cx="629285" cy="614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461" t="5803" r="75653" b="61554"/>
                  <a:stretch>
                    <a:fillRect/>
                  </a:stretch>
                </pic:blipFill>
                <pic:spPr bwMode="auto">
                  <a:xfrm>
                    <a:off x="0" y="0"/>
                    <a:ext cx="629285" cy="614680"/>
                  </a:xfrm>
                  <a:prstGeom prst="rect">
                    <a:avLst/>
                  </a:prstGeom>
                  <a:noFill/>
                  <a:ln>
                    <a:noFill/>
                  </a:ln>
                </pic:spPr>
              </pic:pic>
            </a:graphicData>
          </a:graphic>
        </wp:inline>
      </w:drawing>
    </w:r>
  </w:p>
  <w:p w14:paraId="60575679" w14:textId="77777777" w:rsidR="00AC5D1A" w:rsidRDefault="00AC5D1A" w:rsidP="00970878">
    <w:pPr>
      <w:pStyle w:val="Pis"/>
      <w:spacing w:line="360" w:lineRule="auto"/>
      <w:jc w:val="center"/>
    </w:pPr>
    <w:r>
      <w:rPr>
        <w:rFonts w:ascii="Times New Roman" w:hAnsi="Times New Roman"/>
        <w:b/>
        <w:sz w:val="28"/>
      </w:rPr>
      <w:t>AS PAIDE VESI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14"/>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B654736"/>
    <w:multiLevelType w:val="hybridMultilevel"/>
    <w:tmpl w:val="5E3A3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FA3B5B"/>
    <w:multiLevelType w:val="hybridMultilevel"/>
    <w:tmpl w:val="491C11AA"/>
    <w:lvl w:ilvl="0" w:tplc="52B432F4">
      <w:start w:val="2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10135A7"/>
    <w:multiLevelType w:val="hybridMultilevel"/>
    <w:tmpl w:val="658C47FE"/>
    <w:lvl w:ilvl="0" w:tplc="4C7211F0">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2466012"/>
    <w:multiLevelType w:val="hybridMultilevel"/>
    <w:tmpl w:val="CEA42416"/>
    <w:lvl w:ilvl="0" w:tplc="F71472F6">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04454E"/>
    <w:multiLevelType w:val="hybridMultilevel"/>
    <w:tmpl w:val="0FA69BB2"/>
    <w:lvl w:ilvl="0" w:tplc="F71472F6">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7D0153"/>
    <w:multiLevelType w:val="hybridMultilevel"/>
    <w:tmpl w:val="1D0A8788"/>
    <w:lvl w:ilvl="0" w:tplc="F71472F6">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8C2D55"/>
    <w:multiLevelType w:val="hybridMultilevel"/>
    <w:tmpl w:val="3000CD28"/>
    <w:lvl w:ilvl="0" w:tplc="33B2C536">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A0B146E"/>
    <w:multiLevelType w:val="hybridMultilevel"/>
    <w:tmpl w:val="0D222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4329B"/>
    <w:multiLevelType w:val="hybridMultilevel"/>
    <w:tmpl w:val="BEE2993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5FFB7734"/>
    <w:multiLevelType w:val="hybridMultilevel"/>
    <w:tmpl w:val="88C8F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0C2653"/>
    <w:multiLevelType w:val="hybridMultilevel"/>
    <w:tmpl w:val="235CF06C"/>
    <w:lvl w:ilvl="0" w:tplc="56961E32">
      <w:start w:val="1"/>
      <w:numFmt w:val="bullet"/>
      <w:lvlText w:val=""/>
      <w:lvlJc w:val="left"/>
      <w:pPr>
        <w:tabs>
          <w:tab w:val="num" w:pos="1440"/>
        </w:tabs>
        <w:ind w:left="144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AC690A"/>
    <w:multiLevelType w:val="hybridMultilevel"/>
    <w:tmpl w:val="8662D772"/>
    <w:lvl w:ilvl="0" w:tplc="AC72206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C02DD1"/>
    <w:multiLevelType w:val="hybridMultilevel"/>
    <w:tmpl w:val="66AC4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AD750F1"/>
    <w:multiLevelType w:val="hybridMultilevel"/>
    <w:tmpl w:val="D004ADB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7C867659"/>
    <w:multiLevelType w:val="hybridMultilevel"/>
    <w:tmpl w:val="176CD2A0"/>
    <w:lvl w:ilvl="0" w:tplc="56961E32">
      <w:start w:val="1"/>
      <w:numFmt w:val="bullet"/>
      <w:lvlText w:val=""/>
      <w:lvlJc w:val="left"/>
      <w:pPr>
        <w:tabs>
          <w:tab w:val="num" w:pos="1440"/>
        </w:tabs>
        <w:ind w:left="144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9167D0"/>
    <w:multiLevelType w:val="hybridMultilevel"/>
    <w:tmpl w:val="FB8AAA00"/>
    <w:lvl w:ilvl="0" w:tplc="B82E714C">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053388101">
    <w:abstractNumId w:val="13"/>
  </w:num>
  <w:num w:numId="2" w16cid:durableId="1730419407">
    <w:abstractNumId w:val="14"/>
  </w:num>
  <w:num w:numId="3" w16cid:durableId="561990654">
    <w:abstractNumId w:val="1"/>
  </w:num>
  <w:num w:numId="4" w16cid:durableId="1032658170">
    <w:abstractNumId w:val="8"/>
  </w:num>
  <w:num w:numId="5" w16cid:durableId="43069833">
    <w:abstractNumId w:val="5"/>
  </w:num>
  <w:num w:numId="6" w16cid:durableId="164591081">
    <w:abstractNumId w:val="4"/>
  </w:num>
  <w:num w:numId="7" w16cid:durableId="1590194939">
    <w:abstractNumId w:val="6"/>
  </w:num>
  <w:num w:numId="8" w16cid:durableId="777867146">
    <w:abstractNumId w:val="10"/>
  </w:num>
  <w:num w:numId="9" w16cid:durableId="1203981762">
    <w:abstractNumId w:val="15"/>
  </w:num>
  <w:num w:numId="10" w16cid:durableId="1346902337">
    <w:abstractNumId w:val="11"/>
  </w:num>
  <w:num w:numId="11" w16cid:durableId="141893298">
    <w:abstractNumId w:val="9"/>
  </w:num>
  <w:num w:numId="12" w16cid:durableId="280187620">
    <w:abstractNumId w:val="7"/>
  </w:num>
  <w:num w:numId="13" w16cid:durableId="1238124801">
    <w:abstractNumId w:val="3"/>
  </w:num>
  <w:num w:numId="14" w16cid:durableId="1938126075">
    <w:abstractNumId w:val="2"/>
  </w:num>
  <w:num w:numId="15" w16cid:durableId="42483670">
    <w:abstractNumId w:val="0"/>
  </w:num>
  <w:num w:numId="16" w16cid:durableId="1872911371">
    <w:abstractNumId w:val="16"/>
  </w:num>
  <w:num w:numId="17" w16cid:durableId="10655636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073"/>
    <w:rsid w:val="00004D0C"/>
    <w:rsid w:val="000537CE"/>
    <w:rsid w:val="0005445C"/>
    <w:rsid w:val="00056109"/>
    <w:rsid w:val="0006233F"/>
    <w:rsid w:val="000652E6"/>
    <w:rsid w:val="00073B85"/>
    <w:rsid w:val="000B045E"/>
    <w:rsid w:val="000B5B7B"/>
    <w:rsid w:val="000C3F76"/>
    <w:rsid w:val="000C7E54"/>
    <w:rsid w:val="000D0EC0"/>
    <w:rsid w:val="000D5046"/>
    <w:rsid w:val="00127831"/>
    <w:rsid w:val="001333D8"/>
    <w:rsid w:val="001433A3"/>
    <w:rsid w:val="001505D9"/>
    <w:rsid w:val="0015428E"/>
    <w:rsid w:val="0018179D"/>
    <w:rsid w:val="00183823"/>
    <w:rsid w:val="001A2503"/>
    <w:rsid w:val="001C3BA8"/>
    <w:rsid w:val="001D512C"/>
    <w:rsid w:val="001D5478"/>
    <w:rsid w:val="001F207B"/>
    <w:rsid w:val="002152BC"/>
    <w:rsid w:val="002403D9"/>
    <w:rsid w:val="00252F26"/>
    <w:rsid w:val="002632C7"/>
    <w:rsid w:val="00283F1F"/>
    <w:rsid w:val="002A77F3"/>
    <w:rsid w:val="002C4EF7"/>
    <w:rsid w:val="002E137E"/>
    <w:rsid w:val="002F64B4"/>
    <w:rsid w:val="00311BBD"/>
    <w:rsid w:val="0032010E"/>
    <w:rsid w:val="00330B84"/>
    <w:rsid w:val="00335A45"/>
    <w:rsid w:val="00350A1D"/>
    <w:rsid w:val="00350CD8"/>
    <w:rsid w:val="003512B3"/>
    <w:rsid w:val="00380901"/>
    <w:rsid w:val="003817CA"/>
    <w:rsid w:val="00392A22"/>
    <w:rsid w:val="00395B62"/>
    <w:rsid w:val="003A289A"/>
    <w:rsid w:val="003B33F9"/>
    <w:rsid w:val="003C10C4"/>
    <w:rsid w:val="003D3F9D"/>
    <w:rsid w:val="003F3A4D"/>
    <w:rsid w:val="00412770"/>
    <w:rsid w:val="00415101"/>
    <w:rsid w:val="004376CA"/>
    <w:rsid w:val="00440498"/>
    <w:rsid w:val="00441E16"/>
    <w:rsid w:val="00460423"/>
    <w:rsid w:val="00465EDF"/>
    <w:rsid w:val="004678C4"/>
    <w:rsid w:val="00475ECF"/>
    <w:rsid w:val="00487AD7"/>
    <w:rsid w:val="00492CD3"/>
    <w:rsid w:val="0049538C"/>
    <w:rsid w:val="004A6F84"/>
    <w:rsid w:val="004B6BFF"/>
    <w:rsid w:val="004C2DFD"/>
    <w:rsid w:val="004D3C71"/>
    <w:rsid w:val="004F00E4"/>
    <w:rsid w:val="004F05EE"/>
    <w:rsid w:val="004F4637"/>
    <w:rsid w:val="004F6610"/>
    <w:rsid w:val="005055BB"/>
    <w:rsid w:val="00507E39"/>
    <w:rsid w:val="00515DF5"/>
    <w:rsid w:val="00516367"/>
    <w:rsid w:val="005300C3"/>
    <w:rsid w:val="005377D5"/>
    <w:rsid w:val="00545FCF"/>
    <w:rsid w:val="005663DA"/>
    <w:rsid w:val="0059146A"/>
    <w:rsid w:val="005A3DEC"/>
    <w:rsid w:val="005A7712"/>
    <w:rsid w:val="005D7342"/>
    <w:rsid w:val="005F56B4"/>
    <w:rsid w:val="005F5F41"/>
    <w:rsid w:val="006036B5"/>
    <w:rsid w:val="00612C5D"/>
    <w:rsid w:val="00614660"/>
    <w:rsid w:val="00625372"/>
    <w:rsid w:val="0064332A"/>
    <w:rsid w:val="00647256"/>
    <w:rsid w:val="00663BFD"/>
    <w:rsid w:val="006655F8"/>
    <w:rsid w:val="00677CDB"/>
    <w:rsid w:val="00682871"/>
    <w:rsid w:val="006A7AFF"/>
    <w:rsid w:val="006B57E5"/>
    <w:rsid w:val="006C2A48"/>
    <w:rsid w:val="006D47C3"/>
    <w:rsid w:val="006D65AD"/>
    <w:rsid w:val="006E2301"/>
    <w:rsid w:val="006E2681"/>
    <w:rsid w:val="006F0548"/>
    <w:rsid w:val="006F09B8"/>
    <w:rsid w:val="0070006F"/>
    <w:rsid w:val="00714B5B"/>
    <w:rsid w:val="007562FC"/>
    <w:rsid w:val="00757DFC"/>
    <w:rsid w:val="007625F1"/>
    <w:rsid w:val="00771335"/>
    <w:rsid w:val="00776B7B"/>
    <w:rsid w:val="00785EC0"/>
    <w:rsid w:val="007944A9"/>
    <w:rsid w:val="007B367D"/>
    <w:rsid w:val="007C6D3F"/>
    <w:rsid w:val="00822B2C"/>
    <w:rsid w:val="0082698F"/>
    <w:rsid w:val="008273F1"/>
    <w:rsid w:val="0084194C"/>
    <w:rsid w:val="00853C95"/>
    <w:rsid w:val="008A1912"/>
    <w:rsid w:val="008B2997"/>
    <w:rsid w:val="008B54D4"/>
    <w:rsid w:val="008E3BE1"/>
    <w:rsid w:val="008E791F"/>
    <w:rsid w:val="008F2F5A"/>
    <w:rsid w:val="008F754A"/>
    <w:rsid w:val="009014DD"/>
    <w:rsid w:val="00911AB9"/>
    <w:rsid w:val="00912B6F"/>
    <w:rsid w:val="00914625"/>
    <w:rsid w:val="00920A6C"/>
    <w:rsid w:val="00963D67"/>
    <w:rsid w:val="00970878"/>
    <w:rsid w:val="0097146B"/>
    <w:rsid w:val="0098530D"/>
    <w:rsid w:val="00990C7D"/>
    <w:rsid w:val="00991970"/>
    <w:rsid w:val="00992844"/>
    <w:rsid w:val="009A4CDE"/>
    <w:rsid w:val="009B2B4F"/>
    <w:rsid w:val="009D1B7C"/>
    <w:rsid w:val="009E1A7E"/>
    <w:rsid w:val="009F50DB"/>
    <w:rsid w:val="00A15610"/>
    <w:rsid w:val="00A20771"/>
    <w:rsid w:val="00A3141B"/>
    <w:rsid w:val="00A31634"/>
    <w:rsid w:val="00A414BB"/>
    <w:rsid w:val="00A476F4"/>
    <w:rsid w:val="00A551D8"/>
    <w:rsid w:val="00A74873"/>
    <w:rsid w:val="00A75E31"/>
    <w:rsid w:val="00A83BD3"/>
    <w:rsid w:val="00A91CA5"/>
    <w:rsid w:val="00AB5F60"/>
    <w:rsid w:val="00AB6B89"/>
    <w:rsid w:val="00AC34B7"/>
    <w:rsid w:val="00AC357E"/>
    <w:rsid w:val="00AC5D1A"/>
    <w:rsid w:val="00AD5528"/>
    <w:rsid w:val="00AE4607"/>
    <w:rsid w:val="00AE4674"/>
    <w:rsid w:val="00AE62FE"/>
    <w:rsid w:val="00B0333B"/>
    <w:rsid w:val="00B1770A"/>
    <w:rsid w:val="00B2115B"/>
    <w:rsid w:val="00B2174F"/>
    <w:rsid w:val="00B31046"/>
    <w:rsid w:val="00B34369"/>
    <w:rsid w:val="00B37D4A"/>
    <w:rsid w:val="00B5308A"/>
    <w:rsid w:val="00B81C47"/>
    <w:rsid w:val="00B84CBD"/>
    <w:rsid w:val="00BA0363"/>
    <w:rsid w:val="00BC02CB"/>
    <w:rsid w:val="00BD1275"/>
    <w:rsid w:val="00BF6BDF"/>
    <w:rsid w:val="00C05997"/>
    <w:rsid w:val="00C07D08"/>
    <w:rsid w:val="00C27681"/>
    <w:rsid w:val="00C32747"/>
    <w:rsid w:val="00C41CF7"/>
    <w:rsid w:val="00C6626B"/>
    <w:rsid w:val="00C726CA"/>
    <w:rsid w:val="00C770A3"/>
    <w:rsid w:val="00C809C8"/>
    <w:rsid w:val="00C80E9B"/>
    <w:rsid w:val="00C85C5D"/>
    <w:rsid w:val="00C90B63"/>
    <w:rsid w:val="00CB34E1"/>
    <w:rsid w:val="00CB4276"/>
    <w:rsid w:val="00CB6EB0"/>
    <w:rsid w:val="00CC0A3F"/>
    <w:rsid w:val="00CD7944"/>
    <w:rsid w:val="00CE5A61"/>
    <w:rsid w:val="00D179F0"/>
    <w:rsid w:val="00D516FD"/>
    <w:rsid w:val="00D577B3"/>
    <w:rsid w:val="00D726D7"/>
    <w:rsid w:val="00D72AF9"/>
    <w:rsid w:val="00D94EBB"/>
    <w:rsid w:val="00DB3DD2"/>
    <w:rsid w:val="00DC1DAB"/>
    <w:rsid w:val="00DC3110"/>
    <w:rsid w:val="00DD53EC"/>
    <w:rsid w:val="00DE504B"/>
    <w:rsid w:val="00DF7FBB"/>
    <w:rsid w:val="00E142CD"/>
    <w:rsid w:val="00E16B6B"/>
    <w:rsid w:val="00E219F7"/>
    <w:rsid w:val="00E228A3"/>
    <w:rsid w:val="00E27073"/>
    <w:rsid w:val="00E31BCD"/>
    <w:rsid w:val="00E46D33"/>
    <w:rsid w:val="00E46FC2"/>
    <w:rsid w:val="00E550DF"/>
    <w:rsid w:val="00E567DC"/>
    <w:rsid w:val="00E834D1"/>
    <w:rsid w:val="00E84784"/>
    <w:rsid w:val="00EC12D2"/>
    <w:rsid w:val="00ED457E"/>
    <w:rsid w:val="00EE722D"/>
    <w:rsid w:val="00EF2252"/>
    <w:rsid w:val="00F01A51"/>
    <w:rsid w:val="00F2429B"/>
    <w:rsid w:val="00F302DE"/>
    <w:rsid w:val="00F31086"/>
    <w:rsid w:val="00F31737"/>
    <w:rsid w:val="00F53D79"/>
    <w:rsid w:val="00F616B2"/>
    <w:rsid w:val="00F77BAB"/>
    <w:rsid w:val="00F80E42"/>
    <w:rsid w:val="00F815ED"/>
    <w:rsid w:val="00F901DA"/>
    <w:rsid w:val="00FA148C"/>
    <w:rsid w:val="00FB15F6"/>
    <w:rsid w:val="00FB20E5"/>
    <w:rsid w:val="00FC4471"/>
    <w:rsid w:val="00FE5466"/>
    <w:rsid w:val="00FF16C7"/>
    <w:rsid w:val="00FF1E7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C0BC8E"/>
  <w15:chartTrackingRefBased/>
  <w15:docId w15:val="{7544FE74-DBDF-4ACF-8016-700757BD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Arial" w:hAnsi="Arial"/>
      <w:sz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pPr>
      <w:tabs>
        <w:tab w:val="center" w:pos="4153"/>
        <w:tab w:val="right" w:pos="8306"/>
      </w:tabs>
    </w:pPr>
  </w:style>
  <w:style w:type="paragraph" w:styleId="Jalus">
    <w:name w:val="footer"/>
    <w:basedOn w:val="Normaallaad"/>
    <w:semiHidden/>
    <w:pPr>
      <w:tabs>
        <w:tab w:val="center" w:pos="4153"/>
        <w:tab w:val="right" w:pos="8306"/>
      </w:tabs>
    </w:pPr>
  </w:style>
  <w:style w:type="character" w:customStyle="1" w:styleId="PisMrk">
    <w:name w:val="Päis Märk"/>
    <w:link w:val="Pis"/>
    <w:rsid w:val="00BF6BDF"/>
    <w:rPr>
      <w:rFonts w:ascii="Arial" w:hAnsi="Arial"/>
      <w:sz w:val="24"/>
      <w:lang w:eastAsia="en-US"/>
    </w:rPr>
  </w:style>
  <w:style w:type="character" w:styleId="Hperlink">
    <w:name w:val="Hyperlink"/>
    <w:uiPriority w:val="99"/>
    <w:unhideWhenUsed/>
    <w:rsid w:val="00BF6BDF"/>
    <w:rPr>
      <w:color w:val="0000FF"/>
      <w:u w:val="single"/>
    </w:rPr>
  </w:style>
  <w:style w:type="table" w:styleId="Kontuurtabel">
    <w:name w:val="Table Grid"/>
    <w:basedOn w:val="Normaaltabel"/>
    <w:uiPriority w:val="59"/>
    <w:rsid w:val="00A15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semiHidden/>
    <w:rsid w:val="00647256"/>
    <w:rPr>
      <w:sz w:val="16"/>
      <w:szCs w:val="16"/>
    </w:rPr>
  </w:style>
  <w:style w:type="paragraph" w:styleId="Kommentaaritekst">
    <w:name w:val="annotation text"/>
    <w:basedOn w:val="Normaallaad"/>
    <w:link w:val="KommentaaritekstMrk"/>
    <w:semiHidden/>
    <w:rsid w:val="00647256"/>
    <w:rPr>
      <w:rFonts w:ascii="Trebuchet MS" w:hAnsi="Trebuchet MS"/>
      <w:sz w:val="20"/>
      <w:lang w:val="en-US"/>
    </w:rPr>
  </w:style>
  <w:style w:type="character" w:customStyle="1" w:styleId="KommentaaritekstMrk">
    <w:name w:val="Kommentaari tekst Märk"/>
    <w:link w:val="Kommentaaritekst"/>
    <w:semiHidden/>
    <w:rsid w:val="00647256"/>
    <w:rPr>
      <w:rFonts w:ascii="Trebuchet MS" w:hAnsi="Trebuchet MS"/>
    </w:rPr>
  </w:style>
  <w:style w:type="paragraph" w:styleId="Jutumullitekst">
    <w:name w:val="Balloon Text"/>
    <w:basedOn w:val="Normaallaad"/>
    <w:link w:val="JutumullitekstMrk"/>
    <w:uiPriority w:val="99"/>
    <w:semiHidden/>
    <w:unhideWhenUsed/>
    <w:rsid w:val="00647256"/>
    <w:rPr>
      <w:rFonts w:ascii="Tahoma" w:hAnsi="Tahoma" w:cs="Tahoma"/>
      <w:sz w:val="16"/>
      <w:szCs w:val="16"/>
    </w:rPr>
  </w:style>
  <w:style w:type="character" w:customStyle="1" w:styleId="JutumullitekstMrk">
    <w:name w:val="Jutumullitekst Märk"/>
    <w:link w:val="Jutumullitekst"/>
    <w:uiPriority w:val="99"/>
    <w:semiHidden/>
    <w:rsid w:val="00647256"/>
    <w:rPr>
      <w:rFonts w:ascii="Tahoma" w:hAnsi="Tahoma" w:cs="Tahoma"/>
      <w:sz w:val="16"/>
      <w:szCs w:val="16"/>
      <w:lang w:val="et-EE"/>
    </w:rPr>
  </w:style>
  <w:style w:type="paragraph" w:styleId="Kommentaariteema">
    <w:name w:val="annotation subject"/>
    <w:basedOn w:val="Kommentaaritekst"/>
    <w:next w:val="Kommentaaritekst"/>
    <w:link w:val="KommentaariteemaMrk"/>
    <w:uiPriority w:val="99"/>
    <w:semiHidden/>
    <w:unhideWhenUsed/>
    <w:rsid w:val="00E228A3"/>
    <w:rPr>
      <w:rFonts w:ascii="Arial" w:hAnsi="Arial"/>
      <w:b/>
      <w:bCs/>
      <w:lang w:val="et-EE"/>
    </w:rPr>
  </w:style>
  <w:style w:type="character" w:customStyle="1" w:styleId="KommentaariteemaMrk">
    <w:name w:val="Kommentaari teema Märk"/>
    <w:link w:val="Kommentaariteema"/>
    <w:uiPriority w:val="99"/>
    <w:semiHidden/>
    <w:rsid w:val="00E228A3"/>
    <w:rPr>
      <w:rFonts w:ascii="Arial" w:hAnsi="Arial"/>
      <w:b/>
      <w:bCs/>
      <w:lang w:val="et-EE"/>
    </w:rPr>
  </w:style>
  <w:style w:type="paragraph" w:customStyle="1" w:styleId="Dokument">
    <w:name w:val="Dokument"/>
    <w:basedOn w:val="Normaallaad"/>
    <w:rsid w:val="00127831"/>
    <w:pPr>
      <w:spacing w:before="120" w:after="120"/>
      <w:ind w:left="794"/>
      <w:jc w:val="both"/>
    </w:pPr>
    <w:rPr>
      <w:szCs w:val="24"/>
    </w:rPr>
  </w:style>
  <w:style w:type="paragraph" w:customStyle="1" w:styleId="Default">
    <w:name w:val="Default"/>
    <w:rsid w:val="00127831"/>
    <w:pPr>
      <w:autoSpaceDE w:val="0"/>
      <w:autoSpaceDN w:val="0"/>
      <w:adjustRightInd w:val="0"/>
    </w:pPr>
    <w:rPr>
      <w:color w:val="000000"/>
      <w:sz w:val="24"/>
      <w:szCs w:val="24"/>
    </w:rPr>
  </w:style>
  <w:style w:type="paragraph" w:styleId="Loendilik">
    <w:name w:val="List Paragraph"/>
    <w:basedOn w:val="Normaallaad"/>
    <w:uiPriority w:val="34"/>
    <w:qFormat/>
    <w:rsid w:val="00E46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24470">
      <w:bodyDiv w:val="1"/>
      <w:marLeft w:val="0"/>
      <w:marRight w:val="0"/>
      <w:marTop w:val="0"/>
      <w:marBottom w:val="0"/>
      <w:divBdr>
        <w:top w:val="none" w:sz="0" w:space="0" w:color="auto"/>
        <w:left w:val="none" w:sz="0" w:space="0" w:color="auto"/>
        <w:bottom w:val="none" w:sz="0" w:space="0" w:color="auto"/>
        <w:right w:val="none" w:sz="0" w:space="0" w:color="auto"/>
      </w:divBdr>
    </w:div>
    <w:div w:id="97737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AS%20Paide%20Vesi%20kirjaplank%209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 Paide Vesi kirjaplank 97</Template>
  <TotalTime>27</TotalTime>
  <Pages>1</Pages>
  <Words>180</Words>
  <Characters>1031</Characters>
  <Application>Microsoft Office Word</Application>
  <DocSecurity>0</DocSecurity>
  <Lines>8</Lines>
  <Paragraphs>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Paide Linnavalitsus</vt:lpstr>
      <vt:lpstr>Paide Linnavalitsus</vt:lpstr>
      <vt:lpstr>Paide Linnavalitsus</vt:lpstr>
    </vt:vector>
  </TitlesOfParts>
  <Company>Paide Vesi AS</Company>
  <LinksUpToDate>false</LinksUpToDate>
  <CharactersWithSpaces>1209</CharactersWithSpaces>
  <SharedDoc>false</SharedDoc>
  <HLinks>
    <vt:vector size="6" baseType="variant">
      <vt:variant>
        <vt:i4>458788</vt:i4>
      </vt:variant>
      <vt:variant>
        <vt:i4>0</vt:i4>
      </vt:variant>
      <vt:variant>
        <vt:i4>0</vt:i4>
      </vt:variant>
      <vt:variant>
        <vt:i4>5</vt:i4>
      </vt:variant>
      <vt:variant>
        <vt:lpwstr>mailto:paidevesi@paidevesi.ee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Paide Linnavalitsus</dc:title>
  <dc:subject/>
  <dc:creator>AS Paide Vesi</dc:creator>
  <cp:keywords/>
  <cp:lastModifiedBy>Tarmo Vaher</cp:lastModifiedBy>
  <cp:revision>19</cp:revision>
  <cp:lastPrinted>2018-03-01T09:35:00Z</cp:lastPrinted>
  <dcterms:created xsi:type="dcterms:W3CDTF">2024-03-14T11:23:00Z</dcterms:created>
  <dcterms:modified xsi:type="dcterms:W3CDTF">2024-03-15T08:38:00Z</dcterms:modified>
</cp:coreProperties>
</file>